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889" w:type="dxa"/>
        <w:tblLayout w:type="fixed"/>
        <w:tblLook w:val="0000" w:firstRow="0" w:lastRow="0" w:firstColumn="0" w:lastColumn="0" w:noHBand="0" w:noVBand="0"/>
      </w:tblPr>
      <w:tblGrid>
        <w:gridCol w:w="4428"/>
        <w:gridCol w:w="5461"/>
      </w:tblGrid>
      <w:tr w:rsidR="000348ED" w:rsidRPr="00DE0E86" w14:paraId="2FE75DEE" w14:textId="77777777" w:rsidTr="00050DA7">
        <w:tc>
          <w:tcPr>
            <w:tcW w:w="4428" w:type="dxa"/>
          </w:tcPr>
          <w:p w14:paraId="2FE75DEC" w14:textId="3AFBCAB1" w:rsidR="000348ED" w:rsidRPr="00AA2626" w:rsidRDefault="005D05AC" w:rsidP="00B452E6">
            <w:r w:rsidRPr="00AA2626">
              <w:t>From:</w:t>
            </w:r>
            <w:r w:rsidRPr="00AA2626">
              <w:tab/>
            </w:r>
            <w:r w:rsidR="00BA68D2">
              <w:rPr>
                <w:lang w:eastAsia="ko-KR"/>
              </w:rPr>
              <w:t>ENG</w:t>
            </w:r>
            <w:r w:rsidR="007E3BA8">
              <w:t xml:space="preserve"> </w:t>
            </w:r>
            <w:r w:rsidR="007D09D0">
              <w:t>Committee</w:t>
            </w:r>
          </w:p>
        </w:tc>
        <w:tc>
          <w:tcPr>
            <w:tcW w:w="5461" w:type="dxa"/>
          </w:tcPr>
          <w:p w14:paraId="6808F2C1" w14:textId="0CAE9828" w:rsidR="00547174" w:rsidRPr="00DE0E86" w:rsidRDefault="006A5C49" w:rsidP="008F4DC3">
            <w:pPr>
              <w:jc w:val="right"/>
            </w:pPr>
            <w:r>
              <w:t>ENG21-</w:t>
            </w:r>
            <w:r w:rsidR="00744CA2">
              <w:t>9.2.2.5</w:t>
            </w:r>
          </w:p>
          <w:p w14:paraId="2FE75DED" w14:textId="4BC7D01D" w:rsidR="000348ED" w:rsidRPr="00DE0E86" w:rsidRDefault="000348ED" w:rsidP="008F4DC3">
            <w:pPr>
              <w:jc w:val="right"/>
            </w:pPr>
          </w:p>
        </w:tc>
      </w:tr>
      <w:tr w:rsidR="000348ED" w:rsidRPr="00AA2626" w14:paraId="2FE75DF1" w14:textId="77777777" w:rsidTr="00050DA7">
        <w:tc>
          <w:tcPr>
            <w:tcW w:w="4428" w:type="dxa"/>
          </w:tcPr>
          <w:p w14:paraId="2FE75DEF" w14:textId="3A8F8002" w:rsidR="000348ED" w:rsidRPr="00AA2626" w:rsidRDefault="005D05AC" w:rsidP="00B452E6">
            <w:r w:rsidRPr="00AA2626">
              <w:t>To:</w:t>
            </w:r>
            <w:r w:rsidRPr="00AA2626">
              <w:tab/>
            </w:r>
            <w:r w:rsidR="00BA68D2">
              <w:t>DTEC</w:t>
            </w:r>
            <w:r w:rsidR="00390AED">
              <w:t xml:space="preserve"> Committee</w:t>
            </w:r>
          </w:p>
        </w:tc>
        <w:tc>
          <w:tcPr>
            <w:tcW w:w="5461" w:type="dxa"/>
          </w:tcPr>
          <w:p w14:paraId="2FE75DF0" w14:textId="24658BBC" w:rsidR="000348ED" w:rsidRPr="00AA2626" w:rsidRDefault="00744CA2" w:rsidP="00390AED">
            <w:pPr>
              <w:jc w:val="right"/>
            </w:pPr>
            <w:r>
              <w:t>17</w:t>
            </w:r>
            <w:r w:rsidR="00147597">
              <w:t xml:space="preserve"> </w:t>
            </w:r>
            <w:r w:rsidR="00153C59">
              <w:t>October</w:t>
            </w:r>
            <w:r w:rsidR="00CB17C9">
              <w:t xml:space="preserve"> 2025</w:t>
            </w:r>
          </w:p>
        </w:tc>
      </w:tr>
    </w:tbl>
    <w:p w14:paraId="2FE75DF2" w14:textId="77777777" w:rsidR="000348ED" w:rsidRPr="00AA2626" w:rsidRDefault="00AA2626" w:rsidP="002B0236">
      <w:pPr>
        <w:pStyle w:val="Title"/>
      </w:pPr>
      <w:r>
        <w:t>LIAISON NOTE</w:t>
      </w:r>
    </w:p>
    <w:p w14:paraId="2FE75DF3" w14:textId="11CEBD07" w:rsidR="000348ED" w:rsidRPr="00AA2626" w:rsidRDefault="00274970" w:rsidP="002B0236">
      <w:pPr>
        <w:pStyle w:val="Title"/>
      </w:pPr>
      <w:r w:rsidRPr="00274970">
        <w:t>Reply on DRAFT DISCUSSION PAPER ON IALA VISION TOWARDS DIGITALIZATION</w:t>
      </w:r>
    </w:p>
    <w:p w14:paraId="2FE75DF4" w14:textId="77777777" w:rsidR="0064435F" w:rsidRPr="00AA2626" w:rsidRDefault="008E7A45" w:rsidP="002B0236">
      <w:pPr>
        <w:pStyle w:val="Heading1"/>
      </w:pPr>
      <w:r w:rsidRPr="00AA2626">
        <w:t>INTRODUCTION</w:t>
      </w:r>
    </w:p>
    <w:p w14:paraId="5B7E6E4B" w14:textId="77777777" w:rsidR="00274970" w:rsidRDefault="00274970" w:rsidP="00274970">
      <w:pPr>
        <w:pStyle w:val="BodyText"/>
      </w:pPr>
      <w:r>
        <w:t>ENG committee would like to express its gratitude to DTEC committee for the discussion paper “Vision Towards Digitalization in the IALA Domain”. to develop and maintain a discussion paper</w:t>
      </w:r>
    </w:p>
    <w:p w14:paraId="78B0BC5E" w14:textId="1C5A24B1" w:rsidR="005C5D7D" w:rsidRDefault="00274970" w:rsidP="00274970">
      <w:pPr>
        <w:pStyle w:val="BodyText"/>
      </w:pPr>
      <w:r>
        <w:t xml:space="preserve">The ENG committee agrees that the “Vision Towards Digitalization in the IALA Domain” presents information on the status of IALA publication developments related to the emerging digital technologies, publication timelines, proposal of IALA digitalization vision &amp; strategies and included views from the IALA committees. </w:t>
      </w:r>
      <w:proofErr w:type="gramStart"/>
      <w:r>
        <w:t>Also</w:t>
      </w:r>
      <w:proofErr w:type="gramEnd"/>
      <w:r>
        <w:t xml:space="preserve"> the ENG committee agrees that the information in this discussion paper may be useful for IALA members’ digitalization journey plannings and IALA’s development of practical digital strategies and action tasks for the digitalization works ahead of the Organisation.</w:t>
      </w:r>
    </w:p>
    <w:p w14:paraId="54C2C405" w14:textId="509446D9" w:rsidR="001F5B9F" w:rsidRDefault="001F5B9F" w:rsidP="001F5B9F">
      <w:pPr>
        <w:pStyle w:val="Heading1"/>
      </w:pPr>
      <w:r w:rsidRPr="00E01C79">
        <w:t xml:space="preserve">DISCUSSION </w:t>
      </w:r>
    </w:p>
    <w:p w14:paraId="4CAB8ECA" w14:textId="77777777" w:rsidR="00CE22BB" w:rsidRDefault="00274970" w:rsidP="00274970">
      <w:pPr>
        <w:rPr>
          <w:lang w:eastAsia="de-DE"/>
        </w:rPr>
      </w:pPr>
      <w:r w:rsidRPr="00274970">
        <w:rPr>
          <w:lang w:eastAsia="de-DE"/>
        </w:rPr>
        <w:t>During the discussion on this paper ENG committee noticed that</w:t>
      </w:r>
      <w:r w:rsidR="00CE22BB">
        <w:rPr>
          <w:lang w:eastAsia="de-DE"/>
        </w:rPr>
        <w:t>:</w:t>
      </w:r>
    </w:p>
    <w:p w14:paraId="1088B0AD" w14:textId="77777777" w:rsidR="00CE22BB" w:rsidRDefault="00CE22BB" w:rsidP="00CE22BB">
      <w:pPr>
        <w:pStyle w:val="ListParagraph"/>
        <w:numPr>
          <w:ilvl w:val="0"/>
          <w:numId w:val="44"/>
        </w:numPr>
        <w:rPr>
          <w:lang w:eastAsia="de-DE"/>
        </w:rPr>
      </w:pPr>
      <w:r>
        <w:rPr>
          <w:lang w:eastAsia="de-DE"/>
        </w:rPr>
        <w:t xml:space="preserve">It is a bulky document send in late to the ENG committee what made it impossible to review the whole </w:t>
      </w:r>
      <w:proofErr w:type="gramStart"/>
      <w:r>
        <w:rPr>
          <w:lang w:eastAsia="de-DE"/>
        </w:rPr>
        <w:t>document;</w:t>
      </w:r>
      <w:proofErr w:type="gramEnd"/>
    </w:p>
    <w:p w14:paraId="2CF47EDC" w14:textId="3C8FD480" w:rsidR="00CE22BB" w:rsidRDefault="00CE22BB" w:rsidP="00CE22BB">
      <w:pPr>
        <w:pStyle w:val="ListParagraph"/>
        <w:numPr>
          <w:ilvl w:val="0"/>
          <w:numId w:val="44"/>
        </w:numPr>
        <w:rPr>
          <w:lang w:eastAsia="de-DE"/>
        </w:rPr>
      </w:pPr>
      <w:r>
        <w:rPr>
          <w:lang w:eastAsia="de-DE"/>
        </w:rPr>
        <w:t xml:space="preserve">Section 2.2 of the document looks like the IMO SIP on e-Navigation if </w:t>
      </w:r>
      <w:proofErr w:type="gramStart"/>
      <w:r>
        <w:rPr>
          <w:lang w:eastAsia="de-DE"/>
        </w:rPr>
        <w:t>so</w:t>
      </w:r>
      <w:proofErr w:type="gramEnd"/>
      <w:r>
        <w:rPr>
          <w:lang w:eastAsia="de-DE"/>
        </w:rPr>
        <w:t xml:space="preserve"> please state this </w:t>
      </w:r>
      <w:proofErr w:type="gramStart"/>
      <w:r>
        <w:rPr>
          <w:lang w:eastAsia="de-DE"/>
        </w:rPr>
        <w:t>clearly;</w:t>
      </w:r>
      <w:proofErr w:type="gramEnd"/>
    </w:p>
    <w:p w14:paraId="3BFE8CE4" w14:textId="2B87B71D" w:rsidR="00274970" w:rsidRDefault="00274970" w:rsidP="00CE22BB">
      <w:pPr>
        <w:pStyle w:val="ListParagraph"/>
        <w:numPr>
          <w:ilvl w:val="0"/>
          <w:numId w:val="44"/>
        </w:numPr>
        <w:rPr>
          <w:lang w:eastAsia="de-DE"/>
        </w:rPr>
      </w:pPr>
      <w:r w:rsidRPr="00274970">
        <w:rPr>
          <w:lang w:eastAsia="de-DE"/>
        </w:rPr>
        <w:t xml:space="preserve">the Timelines in </w:t>
      </w:r>
      <w:r w:rsidR="007B6E75">
        <w:rPr>
          <w:lang w:eastAsia="de-DE"/>
        </w:rPr>
        <w:t>section</w:t>
      </w:r>
      <w:r w:rsidRPr="00274970">
        <w:rPr>
          <w:lang w:eastAsia="de-DE"/>
        </w:rPr>
        <w:t xml:space="preserve"> 3</w:t>
      </w:r>
      <w:r w:rsidR="007B6E75">
        <w:rPr>
          <w:lang w:eastAsia="de-DE"/>
        </w:rPr>
        <w:t>.3</w:t>
      </w:r>
      <w:r w:rsidRPr="00274970">
        <w:rPr>
          <w:lang w:eastAsia="de-DE"/>
        </w:rPr>
        <w:t xml:space="preserve"> could be improved by adding the responsible IALA committee and </w:t>
      </w:r>
      <w:proofErr w:type="gramStart"/>
      <w:r w:rsidRPr="00274970">
        <w:rPr>
          <w:lang w:eastAsia="de-DE"/>
        </w:rPr>
        <w:t>task</w:t>
      </w:r>
      <w:r w:rsidR="00CE22BB">
        <w:rPr>
          <w:lang w:eastAsia="de-DE"/>
        </w:rPr>
        <w:t>;</w:t>
      </w:r>
      <w:proofErr w:type="gramEnd"/>
    </w:p>
    <w:p w14:paraId="7D621C92" w14:textId="6F17A346" w:rsidR="00CE22BB" w:rsidRDefault="00CE22BB" w:rsidP="00CE22BB">
      <w:pPr>
        <w:pStyle w:val="ListParagraph"/>
        <w:numPr>
          <w:ilvl w:val="0"/>
          <w:numId w:val="44"/>
        </w:numPr>
        <w:rPr>
          <w:lang w:eastAsia="de-DE"/>
        </w:rPr>
      </w:pPr>
      <w:r>
        <w:rPr>
          <w:lang w:eastAsia="de-DE"/>
        </w:rPr>
        <w:t xml:space="preserve">the document might be enhanced by addressing possible threats or game changers in the future </w:t>
      </w:r>
      <w:r w:rsidRPr="00CE22BB">
        <w:rPr>
          <w:highlight w:val="yellow"/>
          <w:lang w:eastAsia="de-DE"/>
        </w:rPr>
        <w:t>such as</w:t>
      </w:r>
      <w:r>
        <w:rPr>
          <w:highlight w:val="yellow"/>
          <w:lang w:eastAsia="de-DE"/>
        </w:rPr>
        <w:t xml:space="preserve"> legislation by IMO and </w:t>
      </w:r>
      <w:proofErr w:type="gramStart"/>
      <w:r>
        <w:rPr>
          <w:highlight w:val="yellow"/>
          <w:lang w:eastAsia="de-DE"/>
        </w:rPr>
        <w:t>ITU</w:t>
      </w:r>
      <w:r w:rsidRPr="00CE22BB">
        <w:rPr>
          <w:highlight w:val="yellow"/>
          <w:lang w:eastAsia="de-DE"/>
        </w:rPr>
        <w:t>;</w:t>
      </w:r>
      <w:proofErr w:type="gramEnd"/>
    </w:p>
    <w:p w14:paraId="2FE75DFB" w14:textId="77777777" w:rsidR="009F5C36" w:rsidRPr="00E01C79" w:rsidRDefault="008E7A45" w:rsidP="002B0236">
      <w:pPr>
        <w:pStyle w:val="Heading1"/>
      </w:pPr>
      <w:r w:rsidRPr="00E01C79">
        <w:t>ACTION REQUESTED</w:t>
      </w:r>
    </w:p>
    <w:p w14:paraId="15D26822" w14:textId="32694BF1" w:rsidR="00274970" w:rsidRDefault="00274970" w:rsidP="00274970">
      <w:pPr>
        <w:pStyle w:val="BodyText"/>
      </w:pPr>
      <w:r>
        <w:t xml:space="preserve">ENG committee requests DTEC committee to note the remarks made: </w:t>
      </w:r>
    </w:p>
    <w:p w14:paraId="43F1AC1B" w14:textId="47E63170" w:rsidR="00274970" w:rsidRDefault="00274970" w:rsidP="00274970">
      <w:pPr>
        <w:pStyle w:val="BodyText"/>
        <w:numPr>
          <w:ilvl w:val="0"/>
          <w:numId w:val="41"/>
        </w:numPr>
        <w:ind w:left="851" w:hanging="491"/>
      </w:pPr>
      <w:r>
        <w:t>on Section 2 under “IALA Digitalization Vision and Strategies</w:t>
      </w:r>
      <w:proofErr w:type="gramStart"/>
      <w:r>
        <w:t>”</w:t>
      </w:r>
      <w:r w:rsidR="007B6E75">
        <w:t>;</w:t>
      </w:r>
      <w:proofErr w:type="gramEnd"/>
    </w:p>
    <w:p w14:paraId="6CFF7BCF" w14:textId="65037BBD" w:rsidR="000D3BF9" w:rsidRDefault="00274970" w:rsidP="000D3BF9">
      <w:pPr>
        <w:pStyle w:val="BodyText"/>
        <w:numPr>
          <w:ilvl w:val="0"/>
          <w:numId w:val="41"/>
        </w:numPr>
        <w:ind w:left="851" w:hanging="491"/>
      </w:pPr>
      <w:r>
        <w:t>on Section 3.2 under “Potential Opportunities</w:t>
      </w:r>
      <w:proofErr w:type="gramStart"/>
      <w:r>
        <w:t>”</w:t>
      </w:r>
      <w:r w:rsidR="007B6E75">
        <w:t>;</w:t>
      </w:r>
      <w:proofErr w:type="gramEnd"/>
    </w:p>
    <w:p w14:paraId="40240143" w14:textId="366B416A" w:rsidR="007B6E75" w:rsidRDefault="007B6E75" w:rsidP="000D3BF9">
      <w:pPr>
        <w:pStyle w:val="BodyText"/>
        <w:numPr>
          <w:ilvl w:val="0"/>
          <w:numId w:val="41"/>
        </w:numPr>
        <w:ind w:left="851" w:hanging="491"/>
      </w:pPr>
      <w:r>
        <w:t>on Section 3.3 under “</w:t>
      </w:r>
      <w:r w:rsidRPr="007B6E75">
        <w:t>Development Timeline for Digital Information (S-100) Related Publications</w:t>
      </w:r>
      <w:proofErr w:type="gramStart"/>
      <w:r>
        <w:t>”</w:t>
      </w:r>
      <w:r w:rsidR="00BF0E7F">
        <w:t>;</w:t>
      </w:r>
      <w:proofErr w:type="gramEnd"/>
    </w:p>
    <w:p w14:paraId="1256DA91" w14:textId="0FAE95F2" w:rsidR="00BF0E7F" w:rsidRPr="000D3BF9" w:rsidRDefault="00C71581" w:rsidP="000D3BF9">
      <w:pPr>
        <w:pStyle w:val="BodyText"/>
        <w:numPr>
          <w:ilvl w:val="0"/>
          <w:numId w:val="41"/>
        </w:numPr>
        <w:ind w:left="851" w:hanging="491"/>
      </w:pPr>
      <w:r>
        <w:t>t</w:t>
      </w:r>
      <w:r w:rsidR="00BF0E7F">
        <w:t>o keep ENG committee</w:t>
      </w:r>
      <w:r>
        <w:t>, if appropriate,</w:t>
      </w:r>
      <w:r w:rsidR="00BF0E7F">
        <w:t xml:space="preserve"> informed.</w:t>
      </w:r>
    </w:p>
    <w:sectPr w:rsidR="00BF0E7F" w:rsidRPr="000D3BF9" w:rsidSect="00BA68D2">
      <w:headerReference w:type="even" r:id="rId11"/>
      <w:headerReference w:type="default" r:id="rId12"/>
      <w:pgSz w:w="12240" w:h="15840"/>
      <w:pgMar w:top="1170"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2E6B9D" w14:textId="77777777" w:rsidR="00A15B4D" w:rsidRDefault="00A15B4D" w:rsidP="002B0236">
      <w:r>
        <w:separator/>
      </w:r>
    </w:p>
  </w:endnote>
  <w:endnote w:type="continuationSeparator" w:id="0">
    <w:p w14:paraId="276AD2DF" w14:textId="77777777" w:rsidR="00A15B4D" w:rsidRDefault="00A15B4D" w:rsidP="002B0236">
      <w:r>
        <w:continuationSeparator/>
      </w:r>
    </w:p>
  </w:endnote>
  <w:endnote w:type="continuationNotice" w:id="1">
    <w:p w14:paraId="5384DAD4" w14:textId="77777777" w:rsidR="00A15B4D" w:rsidRDefault="00A15B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011CE2" w14:textId="77777777" w:rsidR="00A15B4D" w:rsidRDefault="00A15B4D" w:rsidP="002B0236">
      <w:r>
        <w:separator/>
      </w:r>
    </w:p>
  </w:footnote>
  <w:footnote w:type="continuationSeparator" w:id="0">
    <w:p w14:paraId="25546C6F" w14:textId="77777777" w:rsidR="00A15B4D" w:rsidRDefault="00A15B4D" w:rsidP="002B0236">
      <w:r>
        <w:continuationSeparator/>
      </w:r>
    </w:p>
  </w:footnote>
  <w:footnote w:type="continuationNotice" w:id="1">
    <w:p w14:paraId="074AED94" w14:textId="77777777" w:rsidR="00A15B4D" w:rsidRDefault="00A15B4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4A1C77" w14:textId="77777777" w:rsidR="008100DB" w:rsidRDefault="008100DB" w:rsidP="002B0236">
    <w:pPr>
      <w:pStyle w:val="Header"/>
    </w:pPr>
  </w:p>
  <w:p w14:paraId="6D32BC0C" w14:textId="77777777" w:rsidR="008100DB" w:rsidRDefault="008100D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0D9946" w14:textId="77777777" w:rsidR="008100DB" w:rsidRDefault="008100DB" w:rsidP="005575ED">
    <w:pPr>
      <w:pStyle w:val="Header"/>
    </w:pPr>
    <w:r>
      <w:rPr>
        <w:noProof/>
        <w:lang w:val="en-GB" w:eastAsia="en-GB"/>
      </w:rPr>
      <w:drawing>
        <wp:inline distT="0" distB="0" distL="0" distR="0" wp14:anchorId="20211BA2" wp14:editId="312DC967">
          <wp:extent cx="857250" cy="819150"/>
          <wp:effectExtent l="0" t="0" r="0" b="0"/>
          <wp:docPr id="1989993733" name="Picture 19899937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7250" cy="8191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7FD0454"/>
    <w:multiLevelType w:val="hybridMultilevel"/>
    <w:tmpl w:val="76587D8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9C37E91"/>
    <w:multiLevelType w:val="multilevel"/>
    <w:tmpl w:val="1E504722"/>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21876B9F"/>
    <w:multiLevelType w:val="hybridMultilevel"/>
    <w:tmpl w:val="13588D5E"/>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5"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6" w15:restartNumberingAfterBreak="0">
    <w:nsid w:val="289D528E"/>
    <w:multiLevelType w:val="hybridMultilevel"/>
    <w:tmpl w:val="2C7C1A00"/>
    <w:lvl w:ilvl="0" w:tplc="BDEC8512">
      <w:start w:val="1"/>
      <w:numFmt w:val="decimal"/>
      <w:lvlText w:val="%1."/>
      <w:lvlJc w:val="left"/>
      <w:pPr>
        <w:ind w:left="360" w:hanging="360"/>
      </w:pPr>
      <w:rPr>
        <w:strike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9D508F4"/>
    <w:multiLevelType w:val="multilevel"/>
    <w:tmpl w:val="A6F6A510"/>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4857E9C"/>
    <w:multiLevelType w:val="hybridMultilevel"/>
    <w:tmpl w:val="111822CC"/>
    <w:lvl w:ilvl="0" w:tplc="04130015">
      <w:start w:val="1"/>
      <w:numFmt w:val="upp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48BF0540"/>
    <w:multiLevelType w:val="hybridMultilevel"/>
    <w:tmpl w:val="3DFC4C9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4BC63137"/>
    <w:multiLevelType w:val="hybridMultilevel"/>
    <w:tmpl w:val="710078EC"/>
    <w:lvl w:ilvl="0" w:tplc="0CD245A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61F95027"/>
    <w:multiLevelType w:val="hybridMultilevel"/>
    <w:tmpl w:val="69D8E9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2D25071"/>
    <w:multiLevelType w:val="hybridMultilevel"/>
    <w:tmpl w:val="0CFECBF4"/>
    <w:lvl w:ilvl="0" w:tplc="D3F28AFA">
      <w:numFmt w:val="bullet"/>
      <w:lvlText w:val="•"/>
      <w:lvlJc w:val="left"/>
      <w:pPr>
        <w:ind w:left="1212" w:hanging="852"/>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8"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9" w15:restartNumberingAfterBreak="0">
    <w:nsid w:val="69D3214F"/>
    <w:multiLevelType w:val="hybridMultilevel"/>
    <w:tmpl w:val="FC46991E"/>
    <w:lvl w:ilvl="0" w:tplc="E5069D0A">
      <w:start w:val="1"/>
      <w:numFmt w:val="upperLetter"/>
      <w:lvlText w:val="%1."/>
      <w:lvlJc w:val="left"/>
      <w:pPr>
        <w:ind w:left="1212" w:hanging="852"/>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6CFF2EA7"/>
    <w:multiLevelType w:val="multilevel"/>
    <w:tmpl w:val="0C64B2B4"/>
    <w:lvl w:ilvl="0">
      <w:start w:val="1"/>
      <w:numFmt w:val="bullet"/>
      <w:lvlText w:val=""/>
      <w:lvlJc w:val="left"/>
      <w:pPr>
        <w:tabs>
          <w:tab w:val="num" w:pos="567"/>
        </w:tabs>
        <w:ind w:left="567" w:hanging="567"/>
      </w:pPr>
      <w:rPr>
        <w:rFonts w:ascii="Symbol" w:hAnsi="Symbol" w:hint="default"/>
        <w:b w:val="0"/>
        <w:i w:val="0"/>
        <w:iCs w:val="0"/>
        <w:caps/>
        <w:strike w:val="0"/>
        <w:dstrike w:val="0"/>
        <w:vanish w:val="0"/>
        <w:color w:val="000000"/>
        <w:spacing w:val="0"/>
        <w:kern w:val="0"/>
        <w:position w:val="0"/>
        <w:sz w:val="22"/>
        <w:u w:val="none"/>
        <w:vertAlign w:val="baseline"/>
        <w:em w:val="none"/>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E1330FD"/>
    <w:multiLevelType w:val="hybridMultilevel"/>
    <w:tmpl w:val="1E565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F8211DF"/>
    <w:multiLevelType w:val="hybridMultilevel"/>
    <w:tmpl w:val="82E28B62"/>
    <w:lvl w:ilvl="0" w:tplc="0413000F">
      <w:start w:val="1"/>
      <w:numFmt w:val="decimal"/>
      <w:lvlText w:val="%1."/>
      <w:lvlJc w:val="left"/>
      <w:pPr>
        <w:ind w:left="768" w:hanging="360"/>
      </w:pPr>
    </w:lvl>
    <w:lvl w:ilvl="1" w:tplc="04130019" w:tentative="1">
      <w:start w:val="1"/>
      <w:numFmt w:val="lowerLetter"/>
      <w:lvlText w:val="%2."/>
      <w:lvlJc w:val="left"/>
      <w:pPr>
        <w:ind w:left="1488" w:hanging="360"/>
      </w:pPr>
    </w:lvl>
    <w:lvl w:ilvl="2" w:tplc="0413001B" w:tentative="1">
      <w:start w:val="1"/>
      <w:numFmt w:val="lowerRoman"/>
      <w:lvlText w:val="%3."/>
      <w:lvlJc w:val="right"/>
      <w:pPr>
        <w:ind w:left="2208" w:hanging="180"/>
      </w:pPr>
    </w:lvl>
    <w:lvl w:ilvl="3" w:tplc="0413000F" w:tentative="1">
      <w:start w:val="1"/>
      <w:numFmt w:val="decimal"/>
      <w:lvlText w:val="%4."/>
      <w:lvlJc w:val="left"/>
      <w:pPr>
        <w:ind w:left="2928" w:hanging="360"/>
      </w:pPr>
    </w:lvl>
    <w:lvl w:ilvl="4" w:tplc="04130019" w:tentative="1">
      <w:start w:val="1"/>
      <w:numFmt w:val="lowerLetter"/>
      <w:lvlText w:val="%5."/>
      <w:lvlJc w:val="left"/>
      <w:pPr>
        <w:ind w:left="3648" w:hanging="360"/>
      </w:pPr>
    </w:lvl>
    <w:lvl w:ilvl="5" w:tplc="0413001B" w:tentative="1">
      <w:start w:val="1"/>
      <w:numFmt w:val="lowerRoman"/>
      <w:lvlText w:val="%6."/>
      <w:lvlJc w:val="right"/>
      <w:pPr>
        <w:ind w:left="4368" w:hanging="180"/>
      </w:pPr>
    </w:lvl>
    <w:lvl w:ilvl="6" w:tplc="0413000F" w:tentative="1">
      <w:start w:val="1"/>
      <w:numFmt w:val="decimal"/>
      <w:lvlText w:val="%7."/>
      <w:lvlJc w:val="left"/>
      <w:pPr>
        <w:ind w:left="5088" w:hanging="360"/>
      </w:pPr>
    </w:lvl>
    <w:lvl w:ilvl="7" w:tplc="04130019" w:tentative="1">
      <w:start w:val="1"/>
      <w:numFmt w:val="lowerLetter"/>
      <w:lvlText w:val="%8."/>
      <w:lvlJc w:val="left"/>
      <w:pPr>
        <w:ind w:left="5808" w:hanging="360"/>
      </w:pPr>
    </w:lvl>
    <w:lvl w:ilvl="8" w:tplc="0413001B" w:tentative="1">
      <w:start w:val="1"/>
      <w:numFmt w:val="lowerRoman"/>
      <w:lvlText w:val="%9."/>
      <w:lvlJc w:val="right"/>
      <w:pPr>
        <w:ind w:left="6528" w:hanging="180"/>
      </w:pPr>
    </w:lvl>
  </w:abstractNum>
  <w:abstractNum w:abstractNumId="24"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7C7A1F69"/>
    <w:multiLevelType w:val="hybridMultilevel"/>
    <w:tmpl w:val="7A2C59D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403138749">
    <w:abstractNumId w:val="13"/>
  </w:num>
  <w:num w:numId="2" w16cid:durableId="1524055452">
    <w:abstractNumId w:val="25"/>
  </w:num>
  <w:num w:numId="3" w16cid:durableId="1436092919">
    <w:abstractNumId w:val="13"/>
  </w:num>
  <w:num w:numId="4" w16cid:durableId="1042705942">
    <w:abstractNumId w:val="13"/>
  </w:num>
  <w:num w:numId="5" w16cid:durableId="2066876539">
    <w:abstractNumId w:val="7"/>
  </w:num>
  <w:num w:numId="6" w16cid:durableId="795760826">
    <w:abstractNumId w:val="14"/>
  </w:num>
  <w:num w:numId="7" w16cid:durableId="805320355">
    <w:abstractNumId w:val="11"/>
  </w:num>
  <w:num w:numId="8" w16cid:durableId="704983409">
    <w:abstractNumId w:val="0"/>
  </w:num>
  <w:num w:numId="9" w16cid:durableId="1404333194">
    <w:abstractNumId w:val="5"/>
  </w:num>
  <w:num w:numId="10" w16cid:durableId="275720558">
    <w:abstractNumId w:val="17"/>
  </w:num>
  <w:num w:numId="11" w16cid:durableId="1186872712">
    <w:abstractNumId w:val="2"/>
  </w:num>
  <w:num w:numId="12" w16cid:durableId="437868416">
    <w:abstractNumId w:val="2"/>
  </w:num>
  <w:num w:numId="13" w16cid:durableId="155610031">
    <w:abstractNumId w:val="2"/>
  </w:num>
  <w:num w:numId="14" w16cid:durableId="941032577">
    <w:abstractNumId w:val="2"/>
  </w:num>
  <w:num w:numId="15" w16cid:durableId="1662005172">
    <w:abstractNumId w:val="2"/>
  </w:num>
  <w:num w:numId="16" w16cid:durableId="1124956962">
    <w:abstractNumId w:val="8"/>
  </w:num>
  <w:num w:numId="17" w16cid:durableId="1136876844">
    <w:abstractNumId w:val="24"/>
  </w:num>
  <w:num w:numId="18" w16cid:durableId="1617712147">
    <w:abstractNumId w:val="4"/>
  </w:num>
  <w:num w:numId="19" w16cid:durableId="1710566723">
    <w:abstractNumId w:val="18"/>
  </w:num>
  <w:num w:numId="20" w16cid:durableId="1383360564">
    <w:abstractNumId w:val="12"/>
  </w:num>
  <w:num w:numId="21" w16cid:durableId="865557202">
    <w:abstractNumId w:val="8"/>
  </w:num>
  <w:num w:numId="22" w16cid:durableId="1998534122">
    <w:abstractNumId w:val="8"/>
  </w:num>
  <w:num w:numId="23" w16cid:durableId="18270133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71854065">
    <w:abstractNumId w:val="2"/>
  </w:num>
  <w:num w:numId="25" w16cid:durableId="955940647">
    <w:abstractNumId w:val="8"/>
  </w:num>
  <w:num w:numId="26" w16cid:durableId="9932192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22391295">
    <w:abstractNumId w:val="15"/>
  </w:num>
  <w:num w:numId="28" w16cid:durableId="1223640606">
    <w:abstractNumId w:val="6"/>
  </w:num>
  <w:num w:numId="29" w16cid:durableId="1017535609">
    <w:abstractNumId w:val="21"/>
  </w:num>
  <w:num w:numId="30" w16cid:durableId="922838462">
    <w:abstractNumId w:val="2"/>
  </w:num>
  <w:num w:numId="31" w16cid:durableId="2082680695">
    <w:abstractNumId w:val="2"/>
  </w:num>
  <w:num w:numId="32" w16cid:durableId="1463766225">
    <w:abstractNumId w:val="3"/>
  </w:num>
  <w:num w:numId="33" w16cid:durableId="1044790329">
    <w:abstractNumId w:val="20"/>
  </w:num>
  <w:num w:numId="34" w16cid:durableId="825125733">
    <w:abstractNumId w:val="22"/>
  </w:num>
  <w:num w:numId="35" w16cid:durableId="620308510">
    <w:abstractNumId w:val="8"/>
  </w:num>
  <w:num w:numId="36" w16cid:durableId="3720778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05519264">
    <w:abstractNumId w:val="2"/>
  </w:num>
  <w:num w:numId="38" w16cid:durableId="1742680547">
    <w:abstractNumId w:val="26"/>
  </w:num>
  <w:num w:numId="39" w16cid:durableId="935018432">
    <w:abstractNumId w:val="23"/>
  </w:num>
  <w:num w:numId="40" w16cid:durableId="368074386">
    <w:abstractNumId w:val="10"/>
  </w:num>
  <w:num w:numId="41" w16cid:durableId="503086401">
    <w:abstractNumId w:val="16"/>
  </w:num>
  <w:num w:numId="42" w16cid:durableId="2131777412">
    <w:abstractNumId w:val="9"/>
  </w:num>
  <w:num w:numId="43" w16cid:durableId="1377510281">
    <w:abstractNumId w:val="19"/>
  </w:num>
  <w:num w:numId="44" w16cid:durableId="19187061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7A45"/>
    <w:rsid w:val="000025B9"/>
    <w:rsid w:val="00002906"/>
    <w:rsid w:val="00002AE8"/>
    <w:rsid w:val="00016C21"/>
    <w:rsid w:val="00024920"/>
    <w:rsid w:val="00031A92"/>
    <w:rsid w:val="000324D4"/>
    <w:rsid w:val="000348ED"/>
    <w:rsid w:val="00036801"/>
    <w:rsid w:val="000373D0"/>
    <w:rsid w:val="00041336"/>
    <w:rsid w:val="00041577"/>
    <w:rsid w:val="00050DA7"/>
    <w:rsid w:val="000527AB"/>
    <w:rsid w:val="00063F18"/>
    <w:rsid w:val="00077CAE"/>
    <w:rsid w:val="000836E7"/>
    <w:rsid w:val="0008616B"/>
    <w:rsid w:val="0009573E"/>
    <w:rsid w:val="000A5A01"/>
    <w:rsid w:val="000D0989"/>
    <w:rsid w:val="000D3BF9"/>
    <w:rsid w:val="000E1129"/>
    <w:rsid w:val="000E1831"/>
    <w:rsid w:val="00105E9B"/>
    <w:rsid w:val="001102EB"/>
    <w:rsid w:val="00115509"/>
    <w:rsid w:val="00130A7E"/>
    <w:rsid w:val="0013461A"/>
    <w:rsid w:val="00134E3F"/>
    <w:rsid w:val="00135447"/>
    <w:rsid w:val="00140ED9"/>
    <w:rsid w:val="00147597"/>
    <w:rsid w:val="00152273"/>
    <w:rsid w:val="001534CC"/>
    <w:rsid w:val="00153C59"/>
    <w:rsid w:val="00165684"/>
    <w:rsid w:val="00177273"/>
    <w:rsid w:val="001829F3"/>
    <w:rsid w:val="001A6078"/>
    <w:rsid w:val="001A654A"/>
    <w:rsid w:val="001C74CF"/>
    <w:rsid w:val="001D6A9A"/>
    <w:rsid w:val="001E3E1A"/>
    <w:rsid w:val="001F068C"/>
    <w:rsid w:val="001F5B9F"/>
    <w:rsid w:val="0020001A"/>
    <w:rsid w:val="002004DB"/>
    <w:rsid w:val="0020559D"/>
    <w:rsid w:val="00226717"/>
    <w:rsid w:val="002469A3"/>
    <w:rsid w:val="00262FFC"/>
    <w:rsid w:val="00272D99"/>
    <w:rsid w:val="00274970"/>
    <w:rsid w:val="00284071"/>
    <w:rsid w:val="002846A3"/>
    <w:rsid w:val="00284A0E"/>
    <w:rsid w:val="0028554B"/>
    <w:rsid w:val="002859F4"/>
    <w:rsid w:val="0028639C"/>
    <w:rsid w:val="00291572"/>
    <w:rsid w:val="002B0236"/>
    <w:rsid w:val="002B02C9"/>
    <w:rsid w:val="002B5437"/>
    <w:rsid w:val="002B6C8F"/>
    <w:rsid w:val="002E6C8D"/>
    <w:rsid w:val="00341694"/>
    <w:rsid w:val="0036491C"/>
    <w:rsid w:val="003752D4"/>
    <w:rsid w:val="003852FB"/>
    <w:rsid w:val="0038566C"/>
    <w:rsid w:val="00390AED"/>
    <w:rsid w:val="003A1773"/>
    <w:rsid w:val="003A2222"/>
    <w:rsid w:val="003C04D6"/>
    <w:rsid w:val="003D55DD"/>
    <w:rsid w:val="003D696A"/>
    <w:rsid w:val="003E1831"/>
    <w:rsid w:val="003E5E78"/>
    <w:rsid w:val="003F0CD3"/>
    <w:rsid w:val="003F12E7"/>
    <w:rsid w:val="003F6F40"/>
    <w:rsid w:val="004006BD"/>
    <w:rsid w:val="004042FA"/>
    <w:rsid w:val="0040453C"/>
    <w:rsid w:val="00410291"/>
    <w:rsid w:val="0041665D"/>
    <w:rsid w:val="004201F1"/>
    <w:rsid w:val="00424954"/>
    <w:rsid w:val="00425134"/>
    <w:rsid w:val="00441A3F"/>
    <w:rsid w:val="00453435"/>
    <w:rsid w:val="00465941"/>
    <w:rsid w:val="004879D7"/>
    <w:rsid w:val="004C1386"/>
    <w:rsid w:val="004C220D"/>
    <w:rsid w:val="004C5DBF"/>
    <w:rsid w:val="004F7056"/>
    <w:rsid w:val="005003D2"/>
    <w:rsid w:val="00513180"/>
    <w:rsid w:val="00516E8C"/>
    <w:rsid w:val="00522295"/>
    <w:rsid w:val="00536C14"/>
    <w:rsid w:val="00547174"/>
    <w:rsid w:val="005575ED"/>
    <w:rsid w:val="00564C09"/>
    <w:rsid w:val="005664A2"/>
    <w:rsid w:val="005828C2"/>
    <w:rsid w:val="005864A6"/>
    <w:rsid w:val="005961FA"/>
    <w:rsid w:val="005A2E88"/>
    <w:rsid w:val="005C050F"/>
    <w:rsid w:val="005C267C"/>
    <w:rsid w:val="005C33D0"/>
    <w:rsid w:val="005C5D7D"/>
    <w:rsid w:val="005D05AC"/>
    <w:rsid w:val="005D071C"/>
    <w:rsid w:val="005D125C"/>
    <w:rsid w:val="005D6D37"/>
    <w:rsid w:val="005E0CD8"/>
    <w:rsid w:val="005E393F"/>
    <w:rsid w:val="005E3F28"/>
    <w:rsid w:val="006044DE"/>
    <w:rsid w:val="006139DE"/>
    <w:rsid w:val="006168E0"/>
    <w:rsid w:val="0062316E"/>
    <w:rsid w:val="0062366C"/>
    <w:rsid w:val="00630F7F"/>
    <w:rsid w:val="006336FA"/>
    <w:rsid w:val="00633FCD"/>
    <w:rsid w:val="00641FEB"/>
    <w:rsid w:val="0064435F"/>
    <w:rsid w:val="00645C3B"/>
    <w:rsid w:val="006501F0"/>
    <w:rsid w:val="00671AF5"/>
    <w:rsid w:val="0067254C"/>
    <w:rsid w:val="006821F2"/>
    <w:rsid w:val="006A5C49"/>
    <w:rsid w:val="006B2B8C"/>
    <w:rsid w:val="006B4AD8"/>
    <w:rsid w:val="006B5295"/>
    <w:rsid w:val="006C71BC"/>
    <w:rsid w:val="006D470F"/>
    <w:rsid w:val="006E2B7E"/>
    <w:rsid w:val="006E35D7"/>
    <w:rsid w:val="0070748E"/>
    <w:rsid w:val="00727E88"/>
    <w:rsid w:val="00733773"/>
    <w:rsid w:val="00733B13"/>
    <w:rsid w:val="00744A8C"/>
    <w:rsid w:val="00744CA2"/>
    <w:rsid w:val="00751947"/>
    <w:rsid w:val="0075537E"/>
    <w:rsid w:val="007611C9"/>
    <w:rsid w:val="00767E33"/>
    <w:rsid w:val="00775878"/>
    <w:rsid w:val="007840CB"/>
    <w:rsid w:val="0079768B"/>
    <w:rsid w:val="007A0207"/>
    <w:rsid w:val="007A0ED2"/>
    <w:rsid w:val="007B6E75"/>
    <w:rsid w:val="007C6D31"/>
    <w:rsid w:val="007D09D0"/>
    <w:rsid w:val="007E3BA8"/>
    <w:rsid w:val="007E7822"/>
    <w:rsid w:val="0080092C"/>
    <w:rsid w:val="008014F3"/>
    <w:rsid w:val="00803152"/>
    <w:rsid w:val="00804580"/>
    <w:rsid w:val="008100DB"/>
    <w:rsid w:val="00820CA3"/>
    <w:rsid w:val="008255D1"/>
    <w:rsid w:val="0083521F"/>
    <w:rsid w:val="00843093"/>
    <w:rsid w:val="008565BE"/>
    <w:rsid w:val="00861994"/>
    <w:rsid w:val="00871027"/>
    <w:rsid w:val="00871F1D"/>
    <w:rsid w:val="00872453"/>
    <w:rsid w:val="00887B36"/>
    <w:rsid w:val="00891441"/>
    <w:rsid w:val="00894F06"/>
    <w:rsid w:val="008C407F"/>
    <w:rsid w:val="008D1E33"/>
    <w:rsid w:val="008E7A45"/>
    <w:rsid w:val="008F048C"/>
    <w:rsid w:val="008F13DD"/>
    <w:rsid w:val="008F4DC3"/>
    <w:rsid w:val="00902AA4"/>
    <w:rsid w:val="00906239"/>
    <w:rsid w:val="00910AC5"/>
    <w:rsid w:val="00917695"/>
    <w:rsid w:val="00946F5C"/>
    <w:rsid w:val="00953478"/>
    <w:rsid w:val="00954EDD"/>
    <w:rsid w:val="00982650"/>
    <w:rsid w:val="00983CCC"/>
    <w:rsid w:val="009862E9"/>
    <w:rsid w:val="00997F21"/>
    <w:rsid w:val="009A3A0B"/>
    <w:rsid w:val="009B3CAD"/>
    <w:rsid w:val="009C22BE"/>
    <w:rsid w:val="009C4420"/>
    <w:rsid w:val="009E436D"/>
    <w:rsid w:val="009F3B6C"/>
    <w:rsid w:val="009F531C"/>
    <w:rsid w:val="009F5C36"/>
    <w:rsid w:val="00A15B4D"/>
    <w:rsid w:val="00A247D2"/>
    <w:rsid w:val="00A27F12"/>
    <w:rsid w:val="00A30579"/>
    <w:rsid w:val="00A536D4"/>
    <w:rsid w:val="00A740D6"/>
    <w:rsid w:val="00A7542D"/>
    <w:rsid w:val="00A80914"/>
    <w:rsid w:val="00A9234A"/>
    <w:rsid w:val="00AA2626"/>
    <w:rsid w:val="00AA76C0"/>
    <w:rsid w:val="00AB3BCC"/>
    <w:rsid w:val="00AD43F0"/>
    <w:rsid w:val="00AE014D"/>
    <w:rsid w:val="00B0543C"/>
    <w:rsid w:val="00B077EC"/>
    <w:rsid w:val="00B129E3"/>
    <w:rsid w:val="00B15B15"/>
    <w:rsid w:val="00B15B24"/>
    <w:rsid w:val="00B4047F"/>
    <w:rsid w:val="00B428DA"/>
    <w:rsid w:val="00B42E5F"/>
    <w:rsid w:val="00B452E6"/>
    <w:rsid w:val="00B57A1A"/>
    <w:rsid w:val="00B8247E"/>
    <w:rsid w:val="00B87CBF"/>
    <w:rsid w:val="00BA2B15"/>
    <w:rsid w:val="00BA68D2"/>
    <w:rsid w:val="00BB38BA"/>
    <w:rsid w:val="00BB5D57"/>
    <w:rsid w:val="00BE2AE9"/>
    <w:rsid w:val="00BE2C9A"/>
    <w:rsid w:val="00BE36E3"/>
    <w:rsid w:val="00BE56DF"/>
    <w:rsid w:val="00BE78EE"/>
    <w:rsid w:val="00BF0E7F"/>
    <w:rsid w:val="00C02681"/>
    <w:rsid w:val="00C265EE"/>
    <w:rsid w:val="00C2779E"/>
    <w:rsid w:val="00C3596B"/>
    <w:rsid w:val="00C442CB"/>
    <w:rsid w:val="00C62FEF"/>
    <w:rsid w:val="00C71581"/>
    <w:rsid w:val="00C769D8"/>
    <w:rsid w:val="00C87505"/>
    <w:rsid w:val="00C91526"/>
    <w:rsid w:val="00C96F1E"/>
    <w:rsid w:val="00CA04AF"/>
    <w:rsid w:val="00CA4412"/>
    <w:rsid w:val="00CB17C9"/>
    <w:rsid w:val="00CD209A"/>
    <w:rsid w:val="00CD31B2"/>
    <w:rsid w:val="00CE05E2"/>
    <w:rsid w:val="00CE22BB"/>
    <w:rsid w:val="00CF5089"/>
    <w:rsid w:val="00D16A76"/>
    <w:rsid w:val="00D23755"/>
    <w:rsid w:val="00D245AB"/>
    <w:rsid w:val="00D26460"/>
    <w:rsid w:val="00D2666A"/>
    <w:rsid w:val="00D351D8"/>
    <w:rsid w:val="00D42A58"/>
    <w:rsid w:val="00D504F5"/>
    <w:rsid w:val="00D66C31"/>
    <w:rsid w:val="00D95E26"/>
    <w:rsid w:val="00DB044C"/>
    <w:rsid w:val="00DB7B0F"/>
    <w:rsid w:val="00DC397E"/>
    <w:rsid w:val="00DC3E50"/>
    <w:rsid w:val="00DD2AEB"/>
    <w:rsid w:val="00DE0E86"/>
    <w:rsid w:val="00DF37EB"/>
    <w:rsid w:val="00E01C79"/>
    <w:rsid w:val="00E217FD"/>
    <w:rsid w:val="00E21CD5"/>
    <w:rsid w:val="00E24451"/>
    <w:rsid w:val="00E4134B"/>
    <w:rsid w:val="00E43EFD"/>
    <w:rsid w:val="00E51E74"/>
    <w:rsid w:val="00E53319"/>
    <w:rsid w:val="00E55893"/>
    <w:rsid w:val="00E646B1"/>
    <w:rsid w:val="00E729A7"/>
    <w:rsid w:val="00E7746C"/>
    <w:rsid w:val="00E806B1"/>
    <w:rsid w:val="00E909EB"/>
    <w:rsid w:val="00E90A99"/>
    <w:rsid w:val="00E93C9B"/>
    <w:rsid w:val="00EA3875"/>
    <w:rsid w:val="00EB3B68"/>
    <w:rsid w:val="00ED11B5"/>
    <w:rsid w:val="00ED26D6"/>
    <w:rsid w:val="00EE069D"/>
    <w:rsid w:val="00EE3F2F"/>
    <w:rsid w:val="00EE4241"/>
    <w:rsid w:val="00EE6072"/>
    <w:rsid w:val="00F001F8"/>
    <w:rsid w:val="00F21FF3"/>
    <w:rsid w:val="00F303BD"/>
    <w:rsid w:val="00F37E38"/>
    <w:rsid w:val="00F4000A"/>
    <w:rsid w:val="00F5385A"/>
    <w:rsid w:val="00F614F1"/>
    <w:rsid w:val="00F73F78"/>
    <w:rsid w:val="00F779CC"/>
    <w:rsid w:val="00F82B84"/>
    <w:rsid w:val="00FA2F20"/>
    <w:rsid w:val="00FA5842"/>
    <w:rsid w:val="00FA6769"/>
    <w:rsid w:val="00FC1FB3"/>
    <w:rsid w:val="00FD03CA"/>
    <w:rsid w:val="00FE353B"/>
  </w:rsids>
  <m:mathPr>
    <m:mathFont m:val="Cambria Math"/>
    <m:brkBin m:val="before"/>
    <m:brkBinSub m:val="--"/>
    <m:smallFrac m:val="0"/>
    <m:dispDef/>
    <m:lMargin m:val="0"/>
    <m:rMargin m:val="0"/>
    <m:defJc m:val="centerGroup"/>
    <m:wrapIndent m:val="1440"/>
    <m:intLim m:val="subSup"/>
    <m:naryLim m:val="undOvr"/>
  </m:mathPr>
  <w:themeFontLang w:val="en-I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E75DEC"/>
  <w15:chartTrackingRefBased/>
  <w15:docId w15:val="{3C89C489-E23C-4562-99E0-ED45C222F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Batang"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0236"/>
    <w:pPr>
      <w:tabs>
        <w:tab w:val="left" w:pos="851"/>
      </w:tabs>
    </w:pPr>
    <w:rPr>
      <w:rFonts w:ascii="Calibri" w:hAnsi="Calibri"/>
      <w:sz w:val="22"/>
      <w:lang w:val="en-GB" w:eastAsia="en-US"/>
    </w:rPr>
  </w:style>
  <w:style w:type="paragraph" w:styleId="Heading1">
    <w:name w:val="heading 1"/>
    <w:basedOn w:val="Normal"/>
    <w:next w:val="Normal"/>
    <w:qFormat/>
    <w:rsid w:val="00AA2626"/>
    <w:pPr>
      <w:keepNext/>
      <w:numPr>
        <w:numId w:val="15"/>
      </w:numPr>
      <w:tabs>
        <w:tab w:val="left" w:pos="567"/>
      </w:tabs>
      <w:spacing w:before="240" w:after="240"/>
      <w:outlineLvl w:val="0"/>
    </w:pPr>
    <w:rPr>
      <w:rFonts w:eastAsia="MS Mincho"/>
      <w:b/>
      <w:color w:val="2E74B5"/>
      <w:kern w:val="28"/>
      <w:sz w:val="24"/>
      <w:szCs w:val="24"/>
      <w:lang w:eastAsia="de-DE"/>
    </w:rPr>
  </w:style>
  <w:style w:type="paragraph" w:styleId="Heading2">
    <w:name w:val="heading 2"/>
    <w:basedOn w:val="Heading1"/>
    <w:next w:val="Normal"/>
    <w:qFormat/>
    <w:rsid w:val="00135447"/>
    <w:pPr>
      <w:numPr>
        <w:ilvl w:val="1"/>
      </w:numPr>
      <w:tabs>
        <w:tab w:val="clear" w:pos="576"/>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AA2626"/>
    <w:pPr>
      <w:spacing w:before="480" w:after="120"/>
      <w:jc w:val="center"/>
      <w:outlineLvl w:val="0"/>
    </w:pPr>
    <w:rPr>
      <w:rFonts w:cs="Arial"/>
      <w:b/>
      <w:bCs/>
      <w:color w:val="2E74B5"/>
      <w:kern w:val="28"/>
      <w:sz w:val="32"/>
      <w:szCs w:val="32"/>
    </w:rPr>
  </w:style>
  <w:style w:type="paragraph" w:styleId="BodyText">
    <w:name w:val="Body Text"/>
    <w:basedOn w:val="Normal"/>
    <w:link w:val="BodyTextChar"/>
    <w:qFormat/>
    <w:rsid w:val="00AA262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AA2626"/>
    <w:pPr>
      <w:numPr>
        <w:numId w:val="7"/>
      </w:numPr>
      <w:tabs>
        <w:tab w:val="left" w:pos="1134"/>
      </w:tabs>
      <w:spacing w:after="120"/>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AA2626"/>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AA2626"/>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character" w:customStyle="1" w:styleId="TitleChar">
    <w:name w:val="Title Char"/>
    <w:basedOn w:val="DefaultParagraphFont"/>
    <w:link w:val="Title"/>
    <w:rsid w:val="00272D99"/>
    <w:rPr>
      <w:rFonts w:ascii="Calibri" w:hAnsi="Calibri" w:cs="Arial"/>
      <w:b/>
      <w:bCs/>
      <w:color w:val="2E74B5"/>
      <w:kern w:val="28"/>
      <w:sz w:val="32"/>
      <w:szCs w:val="32"/>
      <w:lang w:val="en-GB" w:eastAsia="en-US"/>
    </w:rPr>
  </w:style>
  <w:style w:type="paragraph" w:styleId="ListParagraph">
    <w:name w:val="List Paragraph"/>
    <w:basedOn w:val="Normal"/>
    <w:uiPriority w:val="34"/>
    <w:qFormat/>
    <w:rsid w:val="00272D99"/>
    <w:pPr>
      <w:tabs>
        <w:tab w:val="clear" w:pos="851"/>
      </w:tabs>
      <w:ind w:left="720"/>
      <w:contextualSpacing/>
    </w:pPr>
    <w:rPr>
      <w:rFonts w:ascii="Arial" w:hAnsi="Arial"/>
      <w:szCs w:val="24"/>
    </w:rPr>
  </w:style>
  <w:style w:type="character" w:styleId="CommentReference">
    <w:name w:val="annotation reference"/>
    <w:basedOn w:val="DefaultParagraphFont"/>
    <w:rsid w:val="008C407F"/>
    <w:rPr>
      <w:sz w:val="16"/>
      <w:szCs w:val="16"/>
    </w:rPr>
  </w:style>
  <w:style w:type="paragraph" w:styleId="CommentText">
    <w:name w:val="annotation text"/>
    <w:basedOn w:val="Normal"/>
    <w:link w:val="CommentTextChar"/>
    <w:rsid w:val="008C407F"/>
    <w:rPr>
      <w:sz w:val="20"/>
    </w:rPr>
  </w:style>
  <w:style w:type="character" w:customStyle="1" w:styleId="CommentTextChar">
    <w:name w:val="Comment Text Char"/>
    <w:basedOn w:val="DefaultParagraphFont"/>
    <w:link w:val="CommentText"/>
    <w:rsid w:val="008C407F"/>
    <w:rPr>
      <w:rFonts w:ascii="Calibri" w:hAnsi="Calibri"/>
      <w:lang w:val="en-GB" w:eastAsia="en-US"/>
    </w:rPr>
  </w:style>
  <w:style w:type="paragraph" w:styleId="CommentSubject">
    <w:name w:val="annotation subject"/>
    <w:basedOn w:val="CommentText"/>
    <w:next w:val="CommentText"/>
    <w:link w:val="CommentSubjectChar"/>
    <w:semiHidden/>
    <w:unhideWhenUsed/>
    <w:rsid w:val="008C407F"/>
    <w:rPr>
      <w:b/>
      <w:bCs/>
    </w:rPr>
  </w:style>
  <w:style w:type="character" w:customStyle="1" w:styleId="CommentSubjectChar">
    <w:name w:val="Comment Subject Char"/>
    <w:basedOn w:val="CommentTextChar"/>
    <w:link w:val="CommentSubject"/>
    <w:semiHidden/>
    <w:rsid w:val="008C407F"/>
    <w:rPr>
      <w:rFonts w:ascii="Calibri" w:hAnsi="Calibri"/>
      <w:b/>
      <w:bCs/>
      <w:lang w:val="en-GB" w:eastAsia="en-US"/>
    </w:rPr>
  </w:style>
  <w:style w:type="paragraph" w:styleId="BalloonText">
    <w:name w:val="Balloon Text"/>
    <w:basedOn w:val="Normal"/>
    <w:link w:val="BalloonTextChar"/>
    <w:semiHidden/>
    <w:unhideWhenUsed/>
    <w:rsid w:val="008C407F"/>
    <w:rPr>
      <w:rFonts w:ascii="Segoe UI" w:hAnsi="Segoe UI" w:cs="Segoe UI"/>
      <w:sz w:val="18"/>
      <w:szCs w:val="18"/>
    </w:rPr>
  </w:style>
  <w:style w:type="character" w:customStyle="1" w:styleId="BalloonTextChar">
    <w:name w:val="Balloon Text Char"/>
    <w:basedOn w:val="DefaultParagraphFont"/>
    <w:link w:val="BalloonText"/>
    <w:semiHidden/>
    <w:rsid w:val="008C407F"/>
    <w:rPr>
      <w:rFonts w:ascii="Segoe UI" w:hAnsi="Segoe UI" w:cs="Segoe UI"/>
      <w:sz w:val="18"/>
      <w:szCs w:val="18"/>
      <w:lang w:val="en-GB" w:eastAsia="en-US"/>
    </w:rPr>
  </w:style>
  <w:style w:type="paragraph" w:styleId="Revision">
    <w:name w:val="Revision"/>
    <w:hidden/>
    <w:uiPriority w:val="99"/>
    <w:semiHidden/>
    <w:rsid w:val="00D504F5"/>
    <w:rPr>
      <w:rFonts w:ascii="Calibri" w:hAnsi="Calibri"/>
      <w:sz w:val="22"/>
      <w:lang w:val="en-GB" w:eastAsia="en-US"/>
    </w:rPr>
  </w:style>
  <w:style w:type="paragraph" w:customStyle="1" w:styleId="AnnexTable">
    <w:name w:val="Annex Table"/>
    <w:basedOn w:val="Normal"/>
    <w:next w:val="Normal"/>
    <w:rsid w:val="005003D2"/>
    <w:pPr>
      <w:numPr>
        <w:numId w:val="33"/>
      </w:numPr>
      <w:tabs>
        <w:tab w:val="clear" w:pos="851"/>
        <w:tab w:val="left" w:pos="1418"/>
      </w:tabs>
      <w:spacing w:before="120" w:after="120"/>
      <w:jc w:val="center"/>
    </w:pPr>
    <w:rPr>
      <w:rFonts w:ascii="Arial" w:hAnsi="Arial"/>
      <w:i/>
      <w:szCs w:val="24"/>
    </w:rPr>
  </w:style>
  <w:style w:type="character" w:styleId="Hyperlink">
    <w:name w:val="Hyperlink"/>
    <w:basedOn w:val="DefaultParagraphFont"/>
    <w:rsid w:val="001534CC"/>
    <w:rPr>
      <w:color w:val="0563C1" w:themeColor="hyperlink"/>
      <w:u w:val="single"/>
    </w:rPr>
  </w:style>
  <w:style w:type="paragraph" w:styleId="Caption">
    <w:name w:val="caption"/>
    <w:basedOn w:val="Normal"/>
    <w:next w:val="Normal"/>
    <w:unhideWhenUsed/>
    <w:qFormat/>
    <w:rsid w:val="00EA3875"/>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0E65631F-4956-4A09-BD0E-5B1079E12C17}">
  <ds:schemaRefs>
    <ds:schemaRef ds:uri="http://schemas.microsoft.com/sharepoint/v3/contenttype/forms"/>
  </ds:schemaRefs>
</ds:datastoreItem>
</file>

<file path=customXml/itemProps2.xml><?xml version="1.0" encoding="utf-8"?>
<ds:datastoreItem xmlns:ds="http://schemas.openxmlformats.org/officeDocument/2006/customXml" ds:itemID="{24D613B7-3CFD-4F55-8CA8-DFBF531AF73E}">
  <ds:schemaRefs>
    <ds:schemaRef ds:uri="http://schemas.openxmlformats.org/officeDocument/2006/bibliography"/>
  </ds:schemaRefs>
</ds:datastoreItem>
</file>

<file path=customXml/itemProps3.xml><?xml version="1.0" encoding="utf-8"?>
<ds:datastoreItem xmlns:ds="http://schemas.openxmlformats.org/officeDocument/2006/customXml" ds:itemID="{46065733-31BA-4462-A880-830680CD51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48B17CF-A3FB-40F8-ADE6-F6C59BDD0E60}">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Template>
  <TotalTime>1</TotalTime>
  <Pages>1</Pages>
  <Words>276</Words>
  <Characters>1523</Characters>
  <Application>Microsoft Office Word</Application>
  <DocSecurity>0</DocSecurity>
  <Lines>33</Lines>
  <Paragraphs>24</Paragraphs>
  <ScaleCrop>false</ScaleCrop>
  <HeadingPairs>
    <vt:vector size="6" baseType="variant">
      <vt:variant>
        <vt:lpstr>Titel</vt:lpstr>
      </vt:variant>
      <vt:variant>
        <vt:i4>1</vt:i4>
      </vt:variant>
      <vt:variant>
        <vt:lpstr>제목</vt:lpstr>
      </vt:variant>
      <vt:variant>
        <vt:i4>1</vt:i4>
      </vt:variant>
      <vt:variant>
        <vt:lpstr>Title</vt:lpstr>
      </vt:variant>
      <vt:variant>
        <vt:i4>1</vt:i4>
      </vt:variant>
    </vt:vector>
  </HeadingPairs>
  <TitlesOfParts>
    <vt:vector size="3" baseType="lpstr">
      <vt:lpstr>Liaison note from ANM to ANIS Working Group</vt:lpstr>
      <vt:lpstr>Liaison note from ANM to ANIS Working Group</vt:lpstr>
      <vt:lpstr>Liaison note from ANM to ANIS Working Group</vt:lpstr>
    </vt:vector>
  </TitlesOfParts>
  <Company>DFO-MPO</Company>
  <LinksUpToDate>false</LinksUpToDate>
  <CharactersWithSpaces>1775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Alisa Nechyporuk</cp:lastModifiedBy>
  <cp:revision>11</cp:revision>
  <cp:lastPrinted>2006-10-19T11:49:00Z</cp:lastPrinted>
  <dcterms:created xsi:type="dcterms:W3CDTF">2025-10-14T15:53:00Z</dcterms:created>
  <dcterms:modified xsi:type="dcterms:W3CDTF">2025-10-16T16:28:00Z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y fmtid="{D5CDD505-2E9C-101B-9397-08002B2CF9AE}" pid="4" name="GrammarlyDocumentId">
    <vt:lpwstr>0c9fc334-73b0-4f0e-98b0-da0ea0483b37</vt:lpwstr>
  </property>
</Properties>
</file>